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4C2DC7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B84557" w:rsidRPr="00B84557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B84557" w:rsidRPr="00B84557">
        <w:rPr>
          <w:b/>
          <w:sz w:val="24"/>
        </w:rPr>
        <w:t>BP.271.44.2019.BS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B84557" w:rsidRPr="00B84557">
        <w:rPr>
          <w:b/>
        </w:rPr>
        <w:t>przetarg nieograniczony</w:t>
      </w:r>
      <w:r w:rsidR="00753DC1">
        <w:t xml:space="preserve"> na:</w:t>
      </w:r>
    </w:p>
    <w:p w:rsidR="0000184A" w:rsidRDefault="00B84557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B84557">
        <w:rPr>
          <w:b/>
          <w:sz w:val="24"/>
          <w:szCs w:val="24"/>
        </w:rPr>
        <w:t>Utrzymanie czystości i porządku dróg gminnych i wewnętrznych będących w zarządzie gminy Śrem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B84557" w:rsidRPr="00B84557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B84557" w:rsidRPr="00B84557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B84557" w:rsidRPr="00B84557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19E6" w:rsidRDefault="007919E6">
      <w:r>
        <w:separator/>
      </w:r>
    </w:p>
  </w:endnote>
  <w:endnote w:type="continuationSeparator" w:id="0">
    <w:p w:rsidR="007919E6" w:rsidRDefault="00791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4C2DC7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60E9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60E9C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57" w:rsidRDefault="00B8455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19E6" w:rsidRDefault="007919E6">
      <w:r>
        <w:separator/>
      </w:r>
    </w:p>
  </w:footnote>
  <w:footnote w:type="continuationSeparator" w:id="0">
    <w:p w:rsidR="007919E6" w:rsidRDefault="007919E6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57" w:rsidRDefault="00B8455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57" w:rsidRDefault="00B8455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57" w:rsidRDefault="00B8455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9E6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60E9C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2DC7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19E6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84557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6BA23-BA64-492C-8162-C3470AD41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2019-12-02T07:59:00Z</dcterms:created>
  <dcterms:modified xsi:type="dcterms:W3CDTF">2019-12-02T07:59:00Z</dcterms:modified>
</cp:coreProperties>
</file>